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BA" w:rsidRDefault="00785973">
      <w:r>
        <w:rPr>
          <w:noProof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page">
              <wp:posOffset>931545</wp:posOffset>
            </wp:positionH>
            <wp:positionV relativeFrom="page">
              <wp:posOffset>2966720</wp:posOffset>
            </wp:positionV>
            <wp:extent cx="1295400" cy="958850"/>
            <wp:effectExtent l="19050" t="0" r="0" b="0"/>
            <wp:wrapNone/>
            <wp:docPr id="116" name="Picture 116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page">
              <wp:posOffset>1083945</wp:posOffset>
            </wp:positionH>
            <wp:positionV relativeFrom="page">
              <wp:posOffset>5341620</wp:posOffset>
            </wp:positionV>
            <wp:extent cx="1295400" cy="958850"/>
            <wp:effectExtent l="19050" t="0" r="0" b="0"/>
            <wp:wrapNone/>
            <wp:docPr id="117" name="Picture 117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page">
              <wp:posOffset>1083945</wp:posOffset>
            </wp:positionH>
            <wp:positionV relativeFrom="page">
              <wp:posOffset>7670165</wp:posOffset>
            </wp:positionV>
            <wp:extent cx="1295400" cy="958850"/>
            <wp:effectExtent l="19050" t="0" r="0" b="0"/>
            <wp:wrapNone/>
            <wp:docPr id="118" name="Picture 118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70B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37" type="#_x0000_t202" style="position:absolute;margin-left:150.75pt;margin-top:633.75pt;width:308pt;height:113.05pt;z-index:251670528;mso-position-horizontal-relative:page;mso-position-vertical-relative:page" filled="f" stroked="f">
            <v:textbox style="mso-next-textbox:#_x0000_s1137">
              <w:txbxContent>
                <w:p w:rsidR="004C70B4" w:rsidRPr="004C70B4" w:rsidRDefault="004C70B4" w:rsidP="004C70B4">
                  <w:pPr>
                    <w:pStyle w:val="Heading2"/>
                    <w:jc w:val="right"/>
                    <w:rPr>
                      <w:color w:val="auto"/>
                    </w:rPr>
                  </w:pPr>
                  <w:r w:rsidRPr="004C70B4">
                    <w:rPr>
                      <w:rStyle w:val="Heading1Char"/>
                      <w:color w:val="auto"/>
                    </w:rPr>
                    <w:t>Dr Seuss Celebration</w:t>
                  </w:r>
                  <w:r>
                    <w:rPr>
                      <w:rStyle w:val="Heading1Char"/>
                      <w:color w:val="auto"/>
                    </w:rPr>
                    <w:t xml:space="preserve"> 2011</w:t>
                  </w:r>
                </w:p>
                <w:p w:rsidR="004C70B4" w:rsidRDefault="004C70B4" w:rsidP="004C70B4">
                  <w:pPr>
                    <w:pStyle w:val="bodytext"/>
                    <w:spacing w:after="0"/>
                    <w:jc w:val="center"/>
                    <w:rPr>
                      <w:color w:val="auto"/>
                    </w:rPr>
                  </w:pPr>
                  <w:r w:rsidRPr="004C70B4">
                    <w:rPr>
                      <w:color w:val="auto"/>
                    </w:rPr>
                    <w:t xml:space="preserve">Congratulations! </w:t>
                  </w:r>
                </w:p>
                <w:p w:rsidR="004C70B4" w:rsidRPr="004C70B4" w:rsidRDefault="004C70B4" w:rsidP="004C70B4">
                  <w:pPr>
                    <w:pStyle w:val="bodytext"/>
                    <w:spacing w:after="0"/>
                    <w:jc w:val="center"/>
                    <w:rPr>
                      <w:color w:val="auto"/>
                    </w:rPr>
                  </w:pPr>
                  <w:r w:rsidRPr="004C70B4">
                    <w:rPr>
                      <w:color w:val="auto"/>
                    </w:rPr>
                    <w:t>You found the Things and now You get the Prize!</w:t>
                  </w:r>
                </w:p>
                <w:p w:rsidR="004C70B4" w:rsidRPr="004C70B4" w:rsidRDefault="004C70B4" w:rsidP="004C70B4">
                  <w:pPr>
                    <w:pStyle w:val="bodytext"/>
                    <w:jc w:val="center"/>
                    <w:rPr>
                      <w:color w:val="auto"/>
                      <w:sz w:val="48"/>
                      <w:szCs w:val="48"/>
                    </w:rPr>
                  </w:pPr>
                  <w:r w:rsidRPr="004C70B4">
                    <w:rPr>
                      <w:color w:val="auto"/>
                      <w:sz w:val="48"/>
                      <w:szCs w:val="48"/>
                    </w:rPr>
                    <w:t>A Free Book</w:t>
                  </w:r>
                </w:p>
              </w:txbxContent>
            </v:textbox>
          </v:shape>
        </w:pict>
      </w:r>
      <w:r w:rsidR="004C70B4">
        <w:rPr>
          <w:noProof/>
        </w:rPr>
        <w:pict>
          <v:shape id="_x0000_s1138" type="#_x0000_t202" style="position:absolute;margin-left:149.55pt;margin-top:449.7pt;width:308pt;height:113.05pt;z-index:251671552;mso-position-horizontal-relative:page;mso-position-vertical-relative:page" filled="f" stroked="f">
            <v:textbox style="mso-next-textbox:#_x0000_s1138">
              <w:txbxContent>
                <w:p w:rsidR="004C70B4" w:rsidRPr="004C70B4" w:rsidRDefault="004C70B4" w:rsidP="004C70B4">
                  <w:pPr>
                    <w:pStyle w:val="Heading2"/>
                    <w:jc w:val="right"/>
                    <w:rPr>
                      <w:color w:val="auto"/>
                    </w:rPr>
                  </w:pPr>
                  <w:r w:rsidRPr="004C70B4">
                    <w:rPr>
                      <w:rStyle w:val="Heading1Char"/>
                      <w:color w:val="auto"/>
                    </w:rPr>
                    <w:t>Dr Seuss Celebration</w:t>
                  </w:r>
                  <w:r>
                    <w:rPr>
                      <w:rStyle w:val="Heading1Char"/>
                      <w:color w:val="auto"/>
                    </w:rPr>
                    <w:t xml:space="preserve"> 2011</w:t>
                  </w:r>
                </w:p>
                <w:p w:rsidR="004C70B4" w:rsidRDefault="004C70B4" w:rsidP="004C70B4">
                  <w:pPr>
                    <w:pStyle w:val="bodytext"/>
                    <w:spacing w:after="0"/>
                    <w:jc w:val="center"/>
                    <w:rPr>
                      <w:color w:val="auto"/>
                    </w:rPr>
                  </w:pPr>
                  <w:r w:rsidRPr="004C70B4">
                    <w:rPr>
                      <w:color w:val="auto"/>
                    </w:rPr>
                    <w:t xml:space="preserve">Congratulations! </w:t>
                  </w:r>
                </w:p>
                <w:p w:rsidR="004C70B4" w:rsidRPr="004C70B4" w:rsidRDefault="004C70B4" w:rsidP="004C70B4">
                  <w:pPr>
                    <w:pStyle w:val="bodytext"/>
                    <w:spacing w:after="0"/>
                    <w:jc w:val="center"/>
                    <w:rPr>
                      <w:color w:val="auto"/>
                    </w:rPr>
                  </w:pPr>
                  <w:r w:rsidRPr="004C70B4">
                    <w:rPr>
                      <w:color w:val="auto"/>
                    </w:rPr>
                    <w:t>You found the Things and now You get the Prize!</w:t>
                  </w:r>
                </w:p>
                <w:p w:rsidR="004C70B4" w:rsidRPr="004C70B4" w:rsidRDefault="004C70B4" w:rsidP="004C70B4">
                  <w:pPr>
                    <w:pStyle w:val="bodytext"/>
                    <w:jc w:val="center"/>
                    <w:rPr>
                      <w:color w:val="auto"/>
                      <w:sz w:val="48"/>
                      <w:szCs w:val="48"/>
                    </w:rPr>
                  </w:pPr>
                  <w:r w:rsidRPr="004C70B4">
                    <w:rPr>
                      <w:color w:val="auto"/>
                      <w:sz w:val="48"/>
                      <w:szCs w:val="48"/>
                    </w:rPr>
                    <w:t>A Free Book</w:t>
                  </w:r>
                </w:p>
              </w:txbxContent>
            </v:textbox>
          </v:shape>
        </w:pict>
      </w:r>
      <w:r w:rsidR="004C70B4">
        <w:rPr>
          <w:noProof/>
        </w:rPr>
        <w:pict>
          <v:shape id="_x0000_s1139" type="#_x0000_t202" style="position:absolute;margin-left:141.7pt;margin-top:264pt;width:308pt;height:113.05pt;z-index:251672576;mso-position-horizontal-relative:page;mso-position-vertical-relative:page" filled="f" stroked="f">
            <v:textbox style="mso-next-textbox:#_x0000_s1139">
              <w:txbxContent>
                <w:p w:rsidR="004C70B4" w:rsidRPr="004C70B4" w:rsidRDefault="004C70B4" w:rsidP="004C70B4">
                  <w:pPr>
                    <w:pStyle w:val="Heading2"/>
                    <w:jc w:val="right"/>
                    <w:rPr>
                      <w:color w:val="auto"/>
                    </w:rPr>
                  </w:pPr>
                  <w:r w:rsidRPr="004C70B4">
                    <w:rPr>
                      <w:rStyle w:val="Heading1Char"/>
                      <w:color w:val="auto"/>
                    </w:rPr>
                    <w:t>Dr Seuss Celebration</w:t>
                  </w:r>
                  <w:r>
                    <w:rPr>
                      <w:rStyle w:val="Heading1Char"/>
                      <w:color w:val="auto"/>
                    </w:rPr>
                    <w:t xml:space="preserve"> 2011</w:t>
                  </w:r>
                </w:p>
                <w:p w:rsidR="004C70B4" w:rsidRDefault="004C70B4" w:rsidP="004C70B4">
                  <w:pPr>
                    <w:pStyle w:val="bodytext"/>
                    <w:spacing w:after="0"/>
                    <w:jc w:val="center"/>
                    <w:rPr>
                      <w:color w:val="auto"/>
                    </w:rPr>
                  </w:pPr>
                  <w:r w:rsidRPr="004C70B4">
                    <w:rPr>
                      <w:color w:val="auto"/>
                    </w:rPr>
                    <w:t xml:space="preserve">Congratulations! </w:t>
                  </w:r>
                </w:p>
                <w:p w:rsidR="004C70B4" w:rsidRPr="004C70B4" w:rsidRDefault="004C70B4" w:rsidP="004C70B4">
                  <w:pPr>
                    <w:pStyle w:val="bodytext"/>
                    <w:spacing w:after="0"/>
                    <w:jc w:val="center"/>
                    <w:rPr>
                      <w:color w:val="auto"/>
                    </w:rPr>
                  </w:pPr>
                  <w:r w:rsidRPr="004C70B4">
                    <w:rPr>
                      <w:color w:val="auto"/>
                    </w:rPr>
                    <w:t>You found the Things and now You get the Prize!</w:t>
                  </w:r>
                </w:p>
                <w:p w:rsidR="004C70B4" w:rsidRPr="004C70B4" w:rsidRDefault="004C70B4" w:rsidP="004C70B4">
                  <w:pPr>
                    <w:pStyle w:val="bodytext"/>
                    <w:jc w:val="center"/>
                    <w:rPr>
                      <w:color w:val="auto"/>
                      <w:sz w:val="48"/>
                      <w:szCs w:val="48"/>
                    </w:rPr>
                  </w:pPr>
                  <w:r w:rsidRPr="004C70B4">
                    <w:rPr>
                      <w:color w:val="auto"/>
                      <w:sz w:val="48"/>
                      <w:szCs w:val="48"/>
                    </w:rPr>
                    <w:t>A Free Book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page">
              <wp:posOffset>931545</wp:posOffset>
            </wp:positionH>
            <wp:positionV relativeFrom="page">
              <wp:posOffset>701675</wp:posOffset>
            </wp:positionV>
            <wp:extent cx="1295400" cy="958850"/>
            <wp:effectExtent l="19050" t="0" r="0" b="0"/>
            <wp:wrapNone/>
            <wp:docPr id="112" name="Picture 112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untitle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70B4">
        <w:rPr>
          <w:noProof/>
        </w:rPr>
        <w:pict>
          <v:shape id="_x0000_s1111" type="#_x0000_t202" style="position:absolute;margin-left:137.55pt;margin-top:77.55pt;width:308pt;height:113.05pt;z-index:251650048;mso-position-horizontal-relative:page;mso-position-vertical-relative:page" o:regroupid="6" filled="f" stroked="f">
            <v:textbox style="mso-next-textbox:#_x0000_s1111">
              <w:txbxContent>
                <w:p w:rsidR="00CB2F9D" w:rsidRPr="004C70B4" w:rsidRDefault="004C70B4" w:rsidP="004C70B4">
                  <w:pPr>
                    <w:pStyle w:val="Heading2"/>
                    <w:jc w:val="right"/>
                    <w:rPr>
                      <w:color w:val="auto"/>
                    </w:rPr>
                  </w:pPr>
                  <w:r w:rsidRPr="004C70B4">
                    <w:rPr>
                      <w:rStyle w:val="Heading1Char"/>
                      <w:color w:val="auto"/>
                    </w:rPr>
                    <w:t>Dr Seuss Celebration</w:t>
                  </w:r>
                  <w:r>
                    <w:rPr>
                      <w:rStyle w:val="Heading1Char"/>
                      <w:color w:val="auto"/>
                    </w:rPr>
                    <w:t xml:space="preserve"> 2011</w:t>
                  </w:r>
                </w:p>
                <w:p w:rsidR="004C70B4" w:rsidRDefault="004C70B4" w:rsidP="004C70B4">
                  <w:pPr>
                    <w:pStyle w:val="bodytext"/>
                    <w:spacing w:after="0"/>
                    <w:jc w:val="center"/>
                    <w:rPr>
                      <w:color w:val="auto"/>
                    </w:rPr>
                  </w:pPr>
                  <w:r w:rsidRPr="004C70B4">
                    <w:rPr>
                      <w:color w:val="auto"/>
                    </w:rPr>
                    <w:t xml:space="preserve">Congratulations! </w:t>
                  </w:r>
                </w:p>
                <w:p w:rsidR="00CB2F9D" w:rsidRPr="004C70B4" w:rsidRDefault="004C70B4" w:rsidP="004C70B4">
                  <w:pPr>
                    <w:pStyle w:val="bodytext"/>
                    <w:spacing w:after="0"/>
                    <w:jc w:val="center"/>
                    <w:rPr>
                      <w:color w:val="auto"/>
                    </w:rPr>
                  </w:pPr>
                  <w:r w:rsidRPr="004C70B4">
                    <w:rPr>
                      <w:color w:val="auto"/>
                    </w:rPr>
                    <w:t>You found the Things and now You get the Prize!</w:t>
                  </w:r>
                </w:p>
                <w:p w:rsidR="004C70B4" w:rsidRPr="004C70B4" w:rsidRDefault="004C70B4" w:rsidP="004C70B4">
                  <w:pPr>
                    <w:pStyle w:val="bodytext"/>
                    <w:jc w:val="center"/>
                    <w:rPr>
                      <w:color w:val="auto"/>
                      <w:sz w:val="48"/>
                      <w:szCs w:val="48"/>
                    </w:rPr>
                  </w:pPr>
                  <w:r w:rsidRPr="004C70B4">
                    <w:rPr>
                      <w:color w:val="auto"/>
                      <w:sz w:val="48"/>
                      <w:szCs w:val="48"/>
                    </w:rPr>
                    <w:t>A Free Book</w:t>
                  </w:r>
                </w:p>
              </w:txbxContent>
            </v:textbox>
          </v:shape>
        </w:pict>
      </w:r>
      <w:r w:rsidR="00C70293">
        <w:rPr>
          <w:noProof/>
        </w:rPr>
        <w:pict>
          <v:shape id="_x0000_s1123" type="#_x0000_t202" style="position:absolute;margin-left:341pt;margin-top:359.45pt;width:108.7pt;height:17pt;z-index:251657216;mso-position-horizontal-relative:page;mso-position-vertical-relative:page" o:regroupid="7" filled="f" stroked="f">
            <v:textbox style="mso-next-textbox:#_x0000_s1123;mso-fit-shape-to-text:t">
              <w:txbxContent>
                <w:p w:rsidR="00603EC0" w:rsidRPr="004C70B4" w:rsidRDefault="00603EC0" w:rsidP="004C70B4"/>
              </w:txbxContent>
            </v:textbox>
          </v:shape>
        </w:pict>
      </w:r>
      <w:r w:rsidR="00C70293">
        <w:rPr>
          <w:noProof/>
        </w:rPr>
        <w:pict>
          <v:rect id="_x0000_s1120" style="position:absolute;margin-left:62.75pt;margin-top:264pt;width:396pt;height:30.75pt;z-index:251654144;mso-position-horizontal-relative:page;mso-position-vertical-relative:page" o:regroupid="7" fillcolor="#dde8ef" strokecolor="#3d1e1b" strokeweight="1pt"/>
        </w:pict>
      </w:r>
      <w:r w:rsidR="00C70293">
        <w:rPr>
          <w:noProof/>
        </w:rPr>
        <w:pict>
          <v:rect id="_x0000_s1113" style="position:absolute;margin-left:62.75pt;margin-top:79.4pt;width:396pt;height:30.75pt;z-index:251649024;mso-position-horizontal-relative:page;mso-position-vertical-relative:page" o:regroupid="6" fillcolor="#dde8ef" strokecolor="#3d1e1b" strokeweight="1pt"/>
        </w:pict>
      </w:r>
      <w:r w:rsidR="00C70293">
        <w:rPr>
          <w:noProof/>
        </w:rPr>
        <w:pict>
          <v:rect id="_x0000_s1132" style="position:absolute;margin-left:62.5pt;margin-top:633.75pt;width:396pt;height:30.75pt;z-index:251664384;mso-position-horizontal-relative:page;mso-position-vertical-relative:page" o:regroupid="9" fillcolor="#dde8ef" strokecolor="#3d1e1b" strokeweight="1pt"/>
        </w:pict>
      </w:r>
      <w:r w:rsidR="00C70293">
        <w:rPr>
          <w:noProof/>
        </w:rPr>
        <w:pict>
          <v:rect id="_x0000_s1126" style="position:absolute;margin-left:62.75pt;margin-top:449.7pt;width:396pt;height:30.75pt;z-index:251659264;mso-position-horizontal-relative:page;mso-position-vertical-relative:page" o:regroupid="8" fillcolor="#dde8ef" strokecolor="#3d1e1b" strokeweight="1pt"/>
        </w:pict>
      </w:r>
      <w:r w:rsidR="00C70293">
        <w:rPr>
          <w:noProof/>
        </w:rPr>
        <w:pict>
          <v:rect id="_x0000_s1131" style="position:absolute;margin-left:62.5pt;margin-top:591.55pt;width:396pt;height:162pt;z-index:251663360;mso-position-horizontal-relative:page;mso-position-vertical-relative:page" o:regroupid="9" fillcolor="white [3212]" strokecolor="black [3213]"/>
        </w:pict>
      </w:r>
      <w:r w:rsidR="00C70293">
        <w:rPr>
          <w:noProof/>
        </w:rPr>
        <w:pict>
          <v:rect id="_x0000_s1125" style="position:absolute;margin-left:62.75pt;margin-top:407.5pt;width:396pt;height:162pt;z-index:251658240;mso-position-horizontal-relative:page;mso-position-vertical-relative:page" o:regroupid="8" fillcolor="white [3212]" strokecolor="black [3213]"/>
        </w:pict>
      </w:r>
      <w:r w:rsidR="00C70293">
        <w:rPr>
          <w:noProof/>
        </w:rPr>
        <w:pict>
          <v:rect id="_x0000_s1119" style="position:absolute;margin-left:62.75pt;margin-top:221.8pt;width:396pt;height:162pt;z-index:251653120;mso-position-horizontal-relative:page;mso-position-vertical-relative:page" o:regroupid="7" fillcolor="white [3212]" strokecolor="black [3213]"/>
        </w:pict>
      </w:r>
      <w:r w:rsidR="00C70293">
        <w:rPr>
          <w:noProof/>
        </w:rPr>
        <w:pict>
          <v:rect id="_x0000_s1112" style="position:absolute;margin-left:62.75pt;margin-top:37.2pt;width:396pt;height:162pt;z-index:251648000;mso-position-horizontal-relative:page;mso-position-vertical-relative:page" o:regroupid="6" fillcolor="white [3212]" strokecolor="black [3213]"/>
        </w:pict>
      </w:r>
    </w:p>
    <w:sectPr w:rsidR="00EC3DBA" w:rsidSect="007378C2">
      <w:pgSz w:w="12240" w:h="15840"/>
      <w:pgMar w:top="720" w:right="907" w:bottom="1267" w:left="90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6EA79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20"/>
  <w:drawingGridHorizontalSpacing w:val="187"/>
  <w:drawingGridVerticalSpacing w:val="187"/>
  <w:noPunctuationKerning/>
  <w:characterSpacingControl w:val="doNotCompress"/>
  <w:compat/>
  <w:rsids>
    <w:rsidRoot w:val="004C70B4"/>
    <w:rsid w:val="000112A7"/>
    <w:rsid w:val="000207BA"/>
    <w:rsid w:val="000647B1"/>
    <w:rsid w:val="00091B7B"/>
    <w:rsid w:val="000F105D"/>
    <w:rsid w:val="00207413"/>
    <w:rsid w:val="00223B8A"/>
    <w:rsid w:val="00242548"/>
    <w:rsid w:val="002A1A15"/>
    <w:rsid w:val="00442C39"/>
    <w:rsid w:val="004965C6"/>
    <w:rsid w:val="004C70B4"/>
    <w:rsid w:val="00501433"/>
    <w:rsid w:val="00574033"/>
    <w:rsid w:val="005B6A09"/>
    <w:rsid w:val="00603EC0"/>
    <w:rsid w:val="00671DE8"/>
    <w:rsid w:val="006C6723"/>
    <w:rsid w:val="00702050"/>
    <w:rsid w:val="007378C2"/>
    <w:rsid w:val="00785973"/>
    <w:rsid w:val="007B485A"/>
    <w:rsid w:val="007B5978"/>
    <w:rsid w:val="008E7FFD"/>
    <w:rsid w:val="00900586"/>
    <w:rsid w:val="00920C27"/>
    <w:rsid w:val="00957551"/>
    <w:rsid w:val="00A87F8E"/>
    <w:rsid w:val="00B412C0"/>
    <w:rsid w:val="00B41B63"/>
    <w:rsid w:val="00B731D7"/>
    <w:rsid w:val="00B7468E"/>
    <w:rsid w:val="00BF5FDC"/>
    <w:rsid w:val="00C70293"/>
    <w:rsid w:val="00CB2F9D"/>
    <w:rsid w:val="00CC772E"/>
    <w:rsid w:val="00DB5320"/>
    <w:rsid w:val="00E61BFA"/>
    <w:rsid w:val="00EC3DBA"/>
    <w:rsid w:val="00EF30E9"/>
    <w:rsid w:val="00FB13CE"/>
    <w:rsid w:val="00FB1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color="white" stroke="f">
      <v:fill color="white"/>
      <v:stroke on="f"/>
      <o:colormru v:ext="edit" colors="#3d1e1b,#f9f2e8,#dde8ef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2F9D"/>
    <w:rPr>
      <w:rFonts w:ascii="Century Gothic" w:hAnsi="Century Gothic"/>
      <w:color w:val="3D1E1B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71DE8"/>
    <w:pPr>
      <w:spacing w:after="320"/>
      <w:outlineLvl w:val="0"/>
    </w:pPr>
    <w:rPr>
      <w:b/>
      <w:sz w:val="36"/>
    </w:rPr>
  </w:style>
  <w:style w:type="paragraph" w:styleId="Heading2">
    <w:name w:val="heading 2"/>
    <w:basedOn w:val="Heading1"/>
    <w:next w:val="Normal"/>
    <w:link w:val="Heading2Char"/>
    <w:qFormat/>
    <w:rsid w:val="00671DE8"/>
    <w:pPr>
      <w:outlineLvl w:val="1"/>
    </w:pPr>
    <w:rPr>
      <w:b w:val="0"/>
    </w:rPr>
  </w:style>
  <w:style w:type="paragraph" w:styleId="Heading3">
    <w:name w:val="heading 3"/>
    <w:basedOn w:val="Heading2"/>
    <w:next w:val="Normal"/>
    <w:qFormat/>
    <w:rsid w:val="007B5978"/>
    <w:pPr>
      <w:outlineLvl w:val="2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Heading1Char">
    <w:name w:val="Heading 1 Char"/>
    <w:basedOn w:val="DefaultParagraphFont"/>
    <w:link w:val="Heading1"/>
    <w:rsid w:val="00671DE8"/>
    <w:rPr>
      <w:rFonts w:ascii="Century Gothic" w:hAnsi="Century Gothic"/>
      <w:b/>
      <w:color w:val="3D1E1B"/>
      <w:sz w:val="36"/>
      <w:szCs w:val="24"/>
      <w:lang w:val="en-US" w:eastAsia="en-US" w:bidi="ar-SA"/>
    </w:rPr>
  </w:style>
  <w:style w:type="character" w:customStyle="1" w:styleId="Heading2Char">
    <w:name w:val="Heading 2 Char"/>
    <w:basedOn w:val="Heading1Char"/>
    <w:link w:val="Heading2"/>
    <w:rsid w:val="00671DE8"/>
  </w:style>
  <w:style w:type="paragraph" w:customStyle="1" w:styleId="boldallcaps">
    <w:name w:val="bold all caps"/>
    <w:basedOn w:val="Normal"/>
    <w:link w:val="boldallcapsChar"/>
    <w:rsid w:val="007B5978"/>
    <w:rPr>
      <w:b/>
      <w:caps/>
    </w:rPr>
  </w:style>
  <w:style w:type="character" w:customStyle="1" w:styleId="boldallcapsChar">
    <w:name w:val="bold all caps Char"/>
    <w:basedOn w:val="DefaultParagraphFont"/>
    <w:link w:val="boldallcaps"/>
    <w:rsid w:val="007B5978"/>
    <w:rPr>
      <w:rFonts w:ascii="Century Gothic" w:hAnsi="Century Gothic"/>
      <w:b/>
      <w:caps/>
      <w:color w:val="3D1E1B"/>
      <w:sz w:val="24"/>
      <w:szCs w:val="24"/>
      <w:lang w:val="en-US" w:eastAsia="en-US" w:bidi="ar-SA"/>
    </w:rPr>
  </w:style>
  <w:style w:type="paragraph" w:customStyle="1" w:styleId="fineprint">
    <w:name w:val="fine print"/>
    <w:basedOn w:val="Normal"/>
    <w:link w:val="fineprintChar"/>
    <w:rsid w:val="007B5978"/>
    <w:rPr>
      <w:sz w:val="16"/>
    </w:rPr>
  </w:style>
  <w:style w:type="paragraph" w:customStyle="1" w:styleId="bodytext">
    <w:name w:val="body text"/>
    <w:basedOn w:val="Normal"/>
    <w:rsid w:val="00603EC0"/>
    <w:pPr>
      <w:spacing w:after="400"/>
    </w:pPr>
  </w:style>
  <w:style w:type="paragraph" w:styleId="BalloonText">
    <w:name w:val="Balloon Text"/>
    <w:basedOn w:val="Normal"/>
    <w:semiHidden/>
    <w:rsid w:val="007B5978"/>
    <w:rPr>
      <w:rFonts w:ascii="Tahoma" w:hAnsi="Tahoma" w:cs="Tahoma"/>
      <w:sz w:val="16"/>
      <w:szCs w:val="16"/>
    </w:rPr>
  </w:style>
  <w:style w:type="paragraph" w:customStyle="1" w:styleId="fineprintbold">
    <w:name w:val="fine print bold"/>
    <w:basedOn w:val="fineprint"/>
    <w:rsid w:val="00900586"/>
    <w:rPr>
      <w:b/>
    </w:rPr>
  </w:style>
  <w:style w:type="paragraph" w:customStyle="1" w:styleId="fineprintitalic">
    <w:name w:val="fine print italic"/>
    <w:basedOn w:val="fineprint"/>
    <w:link w:val="fineprintitalicChar"/>
    <w:rsid w:val="00603EC0"/>
    <w:rPr>
      <w:i/>
    </w:rPr>
  </w:style>
  <w:style w:type="character" w:customStyle="1" w:styleId="fineprintChar">
    <w:name w:val="fine print Char"/>
    <w:basedOn w:val="DefaultParagraphFont"/>
    <w:link w:val="fineprint"/>
    <w:rsid w:val="00603EC0"/>
    <w:rPr>
      <w:rFonts w:ascii="Century Gothic" w:hAnsi="Century Gothic"/>
      <w:color w:val="3D1E1B"/>
      <w:sz w:val="16"/>
      <w:szCs w:val="24"/>
      <w:lang w:val="en-US" w:eastAsia="en-US" w:bidi="ar-SA"/>
    </w:rPr>
  </w:style>
  <w:style w:type="character" w:customStyle="1" w:styleId="fineprintitalicChar">
    <w:name w:val="fine print italic Char"/>
    <w:basedOn w:val="fineprintChar"/>
    <w:link w:val="fineprintitalic"/>
    <w:rsid w:val="00603EC0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stogdill\AppData\Roaming\Microsoft\Templates\Coup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Coupon</Template>
  <TotalTime>8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Cindy Stogdill</dc:creator>
  <cp:lastModifiedBy>Cindy Stogdill</cp:lastModifiedBy>
  <cp:revision>1</cp:revision>
  <cp:lastPrinted>2011-03-01T20:34:00Z</cp:lastPrinted>
  <dcterms:created xsi:type="dcterms:W3CDTF">2011-03-01T20:27:00Z</dcterms:created>
  <dcterms:modified xsi:type="dcterms:W3CDTF">2011-03-01T20:41:00Z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TC010219701033</vt:lpwstr>
  </property>
</Properties>
</file>